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3B294" w14:textId="77777777" w:rsidR="00821C80" w:rsidRDefault="00821C80" w:rsidP="007D4350">
      <w:pPr>
        <w:pStyle w:val="Bezodstpw"/>
        <w:jc w:val="right"/>
        <w:rPr>
          <w:rFonts w:ascii="Arial" w:hAnsi="Arial" w:cs="Arial"/>
          <w:sz w:val="24"/>
          <w:szCs w:val="24"/>
        </w:rPr>
      </w:pPr>
      <w:r w:rsidRPr="007D4350">
        <w:rPr>
          <w:rFonts w:ascii="Arial" w:hAnsi="Arial" w:cs="Arial"/>
          <w:sz w:val="24"/>
          <w:szCs w:val="24"/>
        </w:rPr>
        <w:t xml:space="preserve">Załącznik nr </w:t>
      </w:r>
      <w:r w:rsidR="00094A9E" w:rsidRPr="007D4350">
        <w:rPr>
          <w:rFonts w:ascii="Arial" w:hAnsi="Arial" w:cs="Arial"/>
          <w:sz w:val="24"/>
          <w:szCs w:val="24"/>
        </w:rPr>
        <w:t>6</w:t>
      </w:r>
      <w:r w:rsidR="00F83B51" w:rsidRPr="007D4350">
        <w:rPr>
          <w:rFonts w:ascii="Arial" w:hAnsi="Arial" w:cs="Arial"/>
          <w:sz w:val="24"/>
          <w:szCs w:val="24"/>
        </w:rPr>
        <w:t xml:space="preserve"> do SWZ</w:t>
      </w:r>
    </w:p>
    <w:tbl>
      <w:tblPr>
        <w:tblW w:w="14147" w:type="dxa"/>
        <w:tblLook w:val="04A0" w:firstRow="1" w:lastRow="0" w:firstColumn="1" w:lastColumn="0" w:noHBand="0" w:noVBand="1"/>
      </w:tblPr>
      <w:tblGrid>
        <w:gridCol w:w="113"/>
        <w:gridCol w:w="2687"/>
        <w:gridCol w:w="11347"/>
      </w:tblGrid>
      <w:tr w:rsidR="007524A3" w:rsidRPr="007524A3" w14:paraId="779AB3B6" w14:textId="77777777" w:rsidTr="007D4350">
        <w:tc>
          <w:tcPr>
            <w:tcW w:w="2800" w:type="dxa"/>
            <w:gridSpan w:val="2"/>
          </w:tcPr>
          <w:p w14:paraId="0936B834" w14:textId="77777777" w:rsidR="007524A3" w:rsidRPr="007524A3" w:rsidRDefault="007524A3" w:rsidP="007524A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7524A3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7" w:type="dxa"/>
          </w:tcPr>
          <w:p w14:paraId="13454D9A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4BED4F3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</w:t>
            </w:r>
            <w:r w:rsidR="00F2651C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.</w:t>
            </w: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…………………………………………………………..</w:t>
            </w:r>
          </w:p>
          <w:p w14:paraId="07FC5D7A" w14:textId="77777777" w:rsidR="007524A3" w:rsidRPr="007524A3" w:rsidRDefault="007524A3" w:rsidP="007524A3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[nazwa, adres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01ABF">
              <w:t xml:space="preserve"> </w:t>
            </w:r>
            <w:r w:rsidRPr="00A01ABF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A01ABF">
              <w:rPr>
                <w:rFonts w:ascii="Arial" w:hAnsi="Arial" w:cs="Arial"/>
                <w:bCs/>
                <w:sz w:val="18"/>
                <w:szCs w:val="18"/>
              </w:rPr>
              <w:t>CEiDG</w:t>
            </w:r>
            <w:proofErr w:type="spellEnd"/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7524A3" w:rsidRPr="007524A3" w14:paraId="5A56FF9A" w14:textId="77777777" w:rsidTr="007D4350">
        <w:tc>
          <w:tcPr>
            <w:tcW w:w="2800" w:type="dxa"/>
            <w:gridSpan w:val="2"/>
          </w:tcPr>
          <w:p w14:paraId="04ED3545" w14:textId="77777777" w:rsidR="007524A3" w:rsidRPr="007524A3" w:rsidRDefault="007524A3" w:rsidP="007524A3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7" w:type="dxa"/>
          </w:tcPr>
          <w:p w14:paraId="1B215E20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A24C518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1C8F94A5" w14:textId="77777777" w:rsidR="007524A3" w:rsidRDefault="00CA5E56" w:rsidP="00CA5E56">
            <w:pPr>
              <w:spacing w:after="120"/>
              <w:ind w:right="3260"/>
              <w:rPr>
                <w:rFonts w:ascii="Arial" w:hAnsi="Arial" w:cs="Arial"/>
                <w:bCs/>
                <w:sz w:val="18"/>
                <w:szCs w:val="18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7524A3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  <w:p w14:paraId="1FAA10E6" w14:textId="77777777" w:rsidR="007D4350" w:rsidRPr="007524A3" w:rsidRDefault="007D4350" w:rsidP="00CA5E56">
            <w:pPr>
              <w:spacing w:after="120"/>
              <w:ind w:right="3260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</w:p>
        </w:tc>
      </w:tr>
      <w:tr w:rsidR="00CA5E56" w:rsidRPr="00193F60" w14:paraId="1EC57F21" w14:textId="77777777" w:rsidTr="00105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3" w:type="dxa"/>
          <w:trHeight w:val="1416"/>
        </w:trPr>
        <w:tc>
          <w:tcPr>
            <w:tcW w:w="14034" w:type="dxa"/>
            <w:gridSpan w:val="2"/>
            <w:shd w:val="clear" w:color="auto" w:fill="F2F2F2"/>
            <w:vAlign w:val="center"/>
          </w:tcPr>
          <w:p w14:paraId="3533C97D" w14:textId="2002C91E" w:rsidR="00CA5E56" w:rsidRPr="00CA5E56" w:rsidRDefault="00CA5E56" w:rsidP="00105EFF">
            <w:pPr>
              <w:pStyle w:val="Nagwek2"/>
              <w:spacing w:before="240" w:after="240" w:line="276" w:lineRule="auto"/>
              <w:ind w:left="-105" w:right="-113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A5E56">
              <w:rPr>
                <w:rFonts w:ascii="Arial" w:hAnsi="Arial" w:cs="Arial"/>
                <w:b/>
                <w:sz w:val="32"/>
                <w:szCs w:val="32"/>
              </w:rPr>
              <w:t xml:space="preserve">WYKAZ </w:t>
            </w:r>
            <w:r w:rsidR="00AA0A5E" w:rsidRPr="00DE6715">
              <w:rPr>
                <w:rFonts w:ascii="Arial" w:hAnsi="Arial" w:cs="Arial"/>
                <w:b/>
                <w:sz w:val="32"/>
                <w:szCs w:val="32"/>
              </w:rPr>
              <w:t>DOSTAW LUB USŁUG</w:t>
            </w:r>
          </w:p>
        </w:tc>
      </w:tr>
    </w:tbl>
    <w:p w14:paraId="19AAC9BE" w14:textId="54DF3290" w:rsidR="00CA5E56" w:rsidRDefault="00AA0A5E" w:rsidP="00173417">
      <w:pPr>
        <w:spacing w:before="60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27764">
        <w:rPr>
          <w:rFonts w:ascii="Arial" w:hAnsi="Arial" w:cs="Arial"/>
          <w:sz w:val="24"/>
        </w:rPr>
        <w:t>Składając ofertę w postępowaniu</w:t>
      </w:r>
      <w:r w:rsidRPr="00F27764">
        <w:rPr>
          <w:rFonts w:ascii="Arial" w:hAnsi="Arial" w:cs="Arial"/>
        </w:rPr>
        <w:t xml:space="preserve"> </w:t>
      </w:r>
      <w:r w:rsidRPr="00F27764">
        <w:rPr>
          <w:rFonts w:ascii="Arial" w:hAnsi="Arial" w:cs="Arial"/>
          <w:sz w:val="24"/>
        </w:rPr>
        <w:t>o udzielenie zamówienia publicznego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11766"/>
      </w:tblGrid>
      <w:tr w:rsidR="00CA5E56" w:rsidRPr="00CA5E56" w14:paraId="4946715F" w14:textId="77777777" w:rsidTr="00AA0A5E">
        <w:tc>
          <w:tcPr>
            <w:tcW w:w="2268" w:type="dxa"/>
          </w:tcPr>
          <w:p w14:paraId="480A2CB4" w14:textId="77777777" w:rsidR="00CA5E56" w:rsidRPr="00CA5E56" w:rsidRDefault="00CA5E56" w:rsidP="00CA5E56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</w:tcPr>
          <w:p w14:paraId="4961D573" w14:textId="3DA2ED4B" w:rsidR="00CA5E56" w:rsidRPr="003165A8" w:rsidRDefault="00DE6715" w:rsidP="00CC678A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Pr="00872CEF">
              <w:rPr>
                <w:rFonts w:asciiTheme="minorHAnsi" w:hAnsiTheme="minorHAnsi" w:cstheme="minorHAnsi"/>
                <w:bCs/>
                <w:iCs/>
                <w:color w:val="000000"/>
                <w:kern w:val="1"/>
                <w:sz w:val="22"/>
                <w:szCs w:val="22"/>
              </w:rPr>
              <w:t xml:space="preserve"> 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ramach realizacji projektu "</w:t>
            </w:r>
            <w:r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Postaw</w:t>
            </w:r>
            <w:r w:rsidR="0039780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na</w:t>
            </w:r>
            <w:r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kwalifikacje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</w:p>
        </w:tc>
      </w:tr>
      <w:tr w:rsidR="00C4142B" w:rsidRPr="00CA5E56" w14:paraId="16950E7F" w14:textId="77777777" w:rsidTr="00AA0A5E">
        <w:tc>
          <w:tcPr>
            <w:tcW w:w="2268" w:type="dxa"/>
          </w:tcPr>
          <w:p w14:paraId="2E782620" w14:textId="77777777" w:rsidR="00C4142B" w:rsidRPr="00CA5E56" w:rsidRDefault="00C4142B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</w:tcPr>
          <w:p w14:paraId="525B6095" w14:textId="5ECB32EC" w:rsidR="00C4142B" w:rsidRPr="00CA5E56" w:rsidRDefault="00DE6715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678A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DG.2720.</w:t>
            </w:r>
            <w:r w:rsidR="00A03E5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9678A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.202</w:t>
            </w:r>
            <w:r w:rsidR="00A03E5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9678A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/PNK</w:t>
            </w:r>
          </w:p>
        </w:tc>
      </w:tr>
    </w:tbl>
    <w:p w14:paraId="1ECFAA7F" w14:textId="416AE058" w:rsidR="007D4350" w:rsidRDefault="00CA5E56" w:rsidP="007D4350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61D36">
        <w:rPr>
          <w:rFonts w:ascii="Arial" w:eastAsia="Calibri" w:hAnsi="Arial" w:cs="Arial"/>
          <w:sz w:val="24"/>
          <w:szCs w:val="24"/>
          <w:lang w:eastAsia="en-US"/>
        </w:rPr>
        <w:t xml:space="preserve">prowadzonego przez </w:t>
      </w:r>
      <w:r w:rsidR="00DE6715" w:rsidRPr="00DE6715">
        <w:rPr>
          <w:rFonts w:ascii="Arial" w:hAnsi="Arial" w:cs="Arial"/>
          <w:b/>
          <w:sz w:val="24"/>
          <w:szCs w:val="24"/>
        </w:rPr>
        <w:t xml:space="preserve">Zespół Szkół Ponadpodstawowych nr 1 im. Tadeusza Kościuszki w Tomaszowie Mazowieckim, </w:t>
      </w:r>
      <w:r w:rsidR="00DE6715" w:rsidRPr="00DE6715">
        <w:rPr>
          <w:rFonts w:ascii="Arial" w:hAnsi="Arial" w:cs="Arial"/>
          <w:color w:val="000000"/>
          <w:sz w:val="24"/>
          <w:szCs w:val="24"/>
        </w:rPr>
        <w:t>ul.</w:t>
      </w:r>
      <w:r w:rsidR="00DE6715">
        <w:rPr>
          <w:rFonts w:ascii="Arial" w:hAnsi="Arial" w:cs="Arial"/>
          <w:color w:val="000000"/>
          <w:sz w:val="24"/>
          <w:szCs w:val="24"/>
        </w:rPr>
        <w:t> </w:t>
      </w:r>
      <w:r w:rsidR="00DE6715" w:rsidRPr="00DE6715">
        <w:rPr>
          <w:rFonts w:ascii="Arial" w:hAnsi="Arial" w:cs="Arial"/>
          <w:color w:val="000000"/>
          <w:sz w:val="24"/>
          <w:szCs w:val="24"/>
        </w:rPr>
        <w:t>Św.</w:t>
      </w:r>
      <w:r w:rsidR="00DE6715">
        <w:rPr>
          <w:rFonts w:ascii="Arial" w:hAnsi="Arial" w:cs="Arial"/>
          <w:color w:val="000000"/>
          <w:sz w:val="24"/>
          <w:szCs w:val="24"/>
        </w:rPr>
        <w:t> </w:t>
      </w:r>
      <w:r w:rsidR="00DE6715" w:rsidRPr="00DE6715">
        <w:rPr>
          <w:rFonts w:ascii="Arial" w:hAnsi="Arial" w:cs="Arial"/>
          <w:color w:val="000000"/>
          <w:sz w:val="24"/>
          <w:szCs w:val="24"/>
        </w:rPr>
        <w:t>Antoniego 29, 97-200 Tomaszów Mazowiecki</w:t>
      </w:r>
      <w:r w:rsidRPr="00DE6715">
        <w:rPr>
          <w:rFonts w:ascii="Arial" w:eastAsia="Calibri" w:hAnsi="Arial" w:cs="Arial"/>
          <w:b/>
          <w:sz w:val="24"/>
          <w:szCs w:val="24"/>
          <w:lang w:eastAsia="en-US"/>
        </w:rPr>
        <w:t>,</w:t>
      </w:r>
      <w:r w:rsidRPr="00DE6715">
        <w:rPr>
          <w:rFonts w:ascii="Arial" w:eastAsia="Calibri" w:hAnsi="Arial" w:cs="Arial"/>
          <w:sz w:val="24"/>
          <w:szCs w:val="24"/>
          <w:lang w:eastAsia="en-US"/>
        </w:rPr>
        <w:t xml:space="preserve"> oświadc</w:t>
      </w:r>
      <w:r w:rsidRPr="00861D36">
        <w:rPr>
          <w:rFonts w:ascii="Arial" w:eastAsia="Calibri" w:hAnsi="Arial" w:cs="Arial"/>
          <w:sz w:val="24"/>
          <w:szCs w:val="24"/>
          <w:lang w:eastAsia="en-US"/>
        </w:rPr>
        <w:t>zam(y), że</w:t>
      </w:r>
      <w:r w:rsidR="00324A5E" w:rsidRPr="00861D36">
        <w:rPr>
          <w:rFonts w:ascii="Arial" w:eastAsia="Calibri" w:hAnsi="Arial" w:cs="Arial"/>
          <w:sz w:val="24"/>
          <w:szCs w:val="24"/>
          <w:lang w:eastAsia="en-US"/>
        </w:rPr>
        <w:t> </w:t>
      </w:r>
      <w:r w:rsidR="00AA0A5E" w:rsidRPr="00F27764">
        <w:rPr>
          <w:rFonts w:ascii="Arial" w:hAnsi="Arial" w:cs="Arial"/>
          <w:sz w:val="24"/>
        </w:rPr>
        <w:t>wykonaliśmy następujące dostawy lub usługi</w:t>
      </w:r>
      <w:r w:rsidRPr="00861D36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33967D81" w14:textId="77777777" w:rsidR="00105EFF" w:rsidRDefault="00105EFF" w:rsidP="007D4350">
      <w:pPr>
        <w:spacing w:before="240"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2F599AC7" w14:textId="77777777" w:rsidR="00105EFF" w:rsidRDefault="00105EFF" w:rsidP="007D4350">
      <w:pPr>
        <w:spacing w:before="240"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1B9380C3" w14:textId="77777777" w:rsidR="00105EFF" w:rsidRDefault="00105EFF" w:rsidP="007D4350">
      <w:pPr>
        <w:spacing w:before="240"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1B69355A" w14:textId="7A1C8184" w:rsidR="00A8618D" w:rsidRPr="00A8618D" w:rsidRDefault="00A8618D" w:rsidP="007D4350">
      <w:pPr>
        <w:spacing w:before="240"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lastRenderedPageBreak/>
        <w:t xml:space="preserve">W zakresie części nr 1 - </w:t>
      </w:r>
      <w:r w:rsidRPr="00A8618D">
        <w:rPr>
          <w:rFonts w:ascii="Arial" w:hAnsi="Arial" w:cs="Arial"/>
          <w:b/>
          <w:bCs/>
          <w:iCs/>
          <w:color w:val="000000"/>
          <w:kern w:val="1"/>
          <w:sz w:val="24"/>
          <w:szCs w:val="24"/>
        </w:rPr>
        <w:t xml:space="preserve">Dostawa wyposażenia </w:t>
      </w:r>
      <w:r w:rsidR="007F17AE">
        <w:rPr>
          <w:rFonts w:ascii="Arial" w:hAnsi="Arial" w:cs="Arial"/>
          <w:b/>
          <w:bCs/>
          <w:iCs/>
          <w:color w:val="000000"/>
          <w:kern w:val="1"/>
          <w:sz w:val="24"/>
          <w:szCs w:val="24"/>
        </w:rPr>
        <w:t xml:space="preserve">komputerowego </w:t>
      </w:r>
      <w:r w:rsidRPr="00A8618D">
        <w:rPr>
          <w:rFonts w:ascii="Arial" w:hAnsi="Arial" w:cs="Arial"/>
          <w:b/>
          <w:bCs/>
          <w:iCs/>
          <w:color w:val="000000"/>
          <w:kern w:val="1"/>
          <w:sz w:val="24"/>
          <w:szCs w:val="24"/>
        </w:rPr>
        <w:t>do pracowni dla uczniów i uczennic</w:t>
      </w: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3943"/>
        <w:gridCol w:w="2861"/>
        <w:gridCol w:w="2126"/>
        <w:gridCol w:w="2668"/>
      </w:tblGrid>
      <w:tr w:rsidR="00F2651C" w14:paraId="527C627C" w14:textId="77777777" w:rsidTr="007D4350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20961C0" w14:textId="7A69D65E" w:rsidR="00F2651C" w:rsidRPr="007D4350" w:rsidRDefault="00F2651C" w:rsidP="00321E2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78" w:type="dxa"/>
            <w:shd w:val="clear" w:color="auto" w:fill="F2F2F2"/>
            <w:vAlign w:val="center"/>
          </w:tcPr>
          <w:p w14:paraId="2CF7D818" w14:textId="795686CF" w:rsidR="00F2651C" w:rsidRPr="007D4350" w:rsidRDefault="00AA0A5E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3943" w:type="dxa"/>
            <w:shd w:val="clear" w:color="auto" w:fill="F2F2F2"/>
            <w:vAlign w:val="center"/>
          </w:tcPr>
          <w:p w14:paraId="3B29E64A" w14:textId="514E68F2" w:rsidR="00F2651C" w:rsidRPr="007D4350" w:rsidRDefault="00AA0A5E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Charakterystyka zamówienia (zakres rzeczowy potwierdzający spełnianie warunku udziału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br/>
              <w:t>w postępowaniu)</w:t>
            </w:r>
          </w:p>
        </w:tc>
        <w:tc>
          <w:tcPr>
            <w:tcW w:w="2861" w:type="dxa"/>
            <w:shd w:val="clear" w:color="auto" w:fill="F2F2F2"/>
            <w:vAlign w:val="center"/>
          </w:tcPr>
          <w:p w14:paraId="1D4C394C" w14:textId="77777777" w:rsidR="00AA0A5E" w:rsidRPr="007D4350" w:rsidRDefault="00AA0A5E" w:rsidP="00AA0A5E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517468FE" w14:textId="103EE2DE" w:rsidR="00F2651C" w:rsidRPr="007D4350" w:rsidRDefault="00AA0A5E" w:rsidP="00AA0A5E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7D4350">
              <w:rPr>
                <w:rFonts w:ascii="Arial" w:hAnsi="Arial" w:cs="Arial"/>
              </w:rPr>
              <w:t>(rozpoczęcie – zakończenie)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79ECB661" w14:textId="60A3135E" w:rsidR="00F2651C" w:rsidRPr="007D4350" w:rsidRDefault="00AA0A5E" w:rsidP="007D4350">
            <w:pPr>
              <w:widowControl w:val="0"/>
              <w:snapToGrid w:val="0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  <w:r w:rsidRPr="007D4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brutto zrealizowanych dostaw</w:t>
            </w:r>
            <w:r w:rsidR="007D4350"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[PLN]</w:t>
            </w:r>
          </w:p>
        </w:tc>
        <w:tc>
          <w:tcPr>
            <w:tcW w:w="2668" w:type="dxa"/>
            <w:shd w:val="clear" w:color="auto" w:fill="F2F2F2"/>
          </w:tcPr>
          <w:p w14:paraId="091DACD7" w14:textId="67CF0614" w:rsidR="00F2651C" w:rsidRPr="007D4350" w:rsidRDefault="00AA0A5E" w:rsidP="00321E2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r w:rsidRPr="007D4350">
              <w:rPr>
                <w:rFonts w:ascii="Arial" w:hAnsi="Arial" w:cs="Arial"/>
                <w:sz w:val="22"/>
                <w:szCs w:val="22"/>
              </w:rPr>
              <w:t>, na rzecz którego dostawy lub usługi zostały wykonane lub są wykonywane</w:t>
            </w:r>
          </w:p>
        </w:tc>
      </w:tr>
      <w:tr w:rsidR="00F2651C" w14:paraId="39777899" w14:textId="77777777" w:rsidTr="007D4350">
        <w:trPr>
          <w:cantSplit/>
          <w:trHeight w:val="600"/>
        </w:trPr>
        <w:tc>
          <w:tcPr>
            <w:tcW w:w="567" w:type="dxa"/>
            <w:vAlign w:val="center"/>
          </w:tcPr>
          <w:p w14:paraId="08DB199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5871C14C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1F115BB9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77F89D3F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7B58050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29082B72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1EFF84BF" w14:textId="77777777" w:rsidTr="007D4350">
        <w:trPr>
          <w:cantSplit/>
          <w:trHeight w:val="600"/>
        </w:trPr>
        <w:tc>
          <w:tcPr>
            <w:tcW w:w="567" w:type="dxa"/>
            <w:vAlign w:val="center"/>
          </w:tcPr>
          <w:p w14:paraId="375A6AA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22BAB082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6F124045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2A387720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533EDB5E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2D728FB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A5EB15D" w14:textId="63BF830D" w:rsidR="007D4350" w:rsidRPr="00A8618D" w:rsidRDefault="007D4350" w:rsidP="00105EFF">
      <w:pPr>
        <w:widowControl w:val="0"/>
        <w:suppressAutoHyphens/>
        <w:spacing w:before="120" w:after="100"/>
        <w:jc w:val="both"/>
        <w:rPr>
          <w:rFonts w:ascii="Arial" w:hAnsi="Arial" w:cs="Arial"/>
          <w:i/>
          <w:iCs/>
          <w:sz w:val="22"/>
          <w:szCs w:val="22"/>
        </w:rPr>
      </w:pPr>
      <w:r w:rsidRPr="00A8618D">
        <w:rPr>
          <w:rFonts w:ascii="Arial" w:eastAsia="Andale Sans UI" w:hAnsi="Arial" w:cs="Arial"/>
          <w:i/>
          <w:iCs/>
          <w:color w:val="000000"/>
          <w:kern w:val="2"/>
          <w:sz w:val="22"/>
          <w:szCs w:val="22"/>
        </w:rPr>
        <w:t>Wymagane jest wykazanie doświadczenia wskazującego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, że w okresie ostatnich trzech lat, a jeżeli okres działalności jest krótszy – w tym okresie zrealizował </w:t>
      </w:r>
      <w:r w:rsidR="00A8618D" w:rsidRPr="00A8618D">
        <w:rPr>
          <w:rFonts w:ascii="Arial" w:hAnsi="Arial" w:cs="Arial"/>
          <w:b/>
          <w:bCs/>
          <w:i/>
          <w:sz w:val="22"/>
          <w:szCs w:val="22"/>
        </w:rPr>
        <w:t>co najmniej 1 dostawę</w:t>
      </w:r>
      <w:r w:rsidR="00A8618D" w:rsidRPr="00A8618D">
        <w:rPr>
          <w:rFonts w:ascii="Arial" w:hAnsi="Arial" w:cs="Arial"/>
          <w:i/>
          <w:sz w:val="22"/>
          <w:szCs w:val="22"/>
        </w:rPr>
        <w:t xml:space="preserve">, a w przypadku świadczeń powtarzających się lub ciągłych wykonuje </w:t>
      </w:r>
      <w:r w:rsidR="00A8618D" w:rsidRPr="00A8618D">
        <w:rPr>
          <w:rFonts w:ascii="Arial" w:hAnsi="Arial" w:cs="Arial"/>
          <w:b/>
          <w:bCs/>
          <w:i/>
          <w:sz w:val="22"/>
          <w:szCs w:val="22"/>
        </w:rPr>
        <w:t>co najmniej 1 dostawę</w:t>
      </w:r>
      <w:r w:rsidR="00A8618D" w:rsidRPr="00A8618D">
        <w:rPr>
          <w:rFonts w:ascii="Arial" w:hAnsi="Arial" w:cs="Arial"/>
          <w:i/>
          <w:sz w:val="22"/>
          <w:szCs w:val="22"/>
        </w:rPr>
        <w:t xml:space="preserve"> polegającą na dostawie produktów zgodnych z przedmiotem zamówienia tj. dostawę wyposażenia pracowni tematycznych o wartości łącznej zamówienia minimum </w:t>
      </w:r>
      <w:r w:rsidR="007F17AE">
        <w:rPr>
          <w:rFonts w:ascii="Arial" w:hAnsi="Arial" w:cs="Arial"/>
          <w:b/>
          <w:bCs/>
          <w:i/>
          <w:sz w:val="22"/>
          <w:szCs w:val="22"/>
        </w:rPr>
        <w:t>8</w:t>
      </w:r>
      <w:r w:rsidR="00A8618D" w:rsidRPr="00A8618D">
        <w:rPr>
          <w:rFonts w:ascii="Arial" w:hAnsi="Arial" w:cs="Arial"/>
          <w:b/>
          <w:bCs/>
          <w:i/>
          <w:sz w:val="22"/>
          <w:szCs w:val="22"/>
        </w:rPr>
        <w:t xml:space="preserve">0 000,00 PLN brutto </w:t>
      </w:r>
      <w:r w:rsidR="00A8618D" w:rsidRPr="00A8618D">
        <w:rPr>
          <w:rFonts w:ascii="Arial" w:hAnsi="Arial" w:cs="Arial"/>
          <w:i/>
          <w:sz w:val="22"/>
          <w:szCs w:val="22"/>
        </w:rPr>
        <w:t>w ramach jednej umowy z Zamawiającym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7D9ADE17" w14:textId="337AA092" w:rsidR="00A8618D" w:rsidRDefault="00A8618D" w:rsidP="00EF69C4">
      <w:pPr>
        <w:widowControl w:val="0"/>
        <w:suppressAutoHyphens/>
        <w:spacing w:before="120" w:after="100"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___________________________________________________________________________________________________________</w:t>
      </w:r>
    </w:p>
    <w:p w14:paraId="78B0EA3E" w14:textId="363EBF27" w:rsidR="00A8618D" w:rsidRPr="00A8618D" w:rsidRDefault="00A8618D" w:rsidP="00A8618D">
      <w:pPr>
        <w:spacing w:before="240"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t xml:space="preserve">W zakresie części nr 2 - </w:t>
      </w:r>
      <w:r w:rsidRPr="00A8618D">
        <w:rPr>
          <w:rFonts w:ascii="Arial" w:hAnsi="Arial" w:cs="Arial"/>
          <w:b/>
          <w:bCs/>
          <w:iCs/>
          <w:color w:val="000000"/>
          <w:kern w:val="1"/>
          <w:sz w:val="24"/>
          <w:szCs w:val="24"/>
        </w:rPr>
        <w:t xml:space="preserve">Dostawa </w:t>
      </w:r>
      <w:r w:rsidR="007F17AE">
        <w:rPr>
          <w:rFonts w:ascii="Arial" w:hAnsi="Arial" w:cs="Arial"/>
          <w:b/>
          <w:bCs/>
          <w:iCs/>
          <w:color w:val="000000"/>
          <w:kern w:val="1"/>
          <w:sz w:val="24"/>
          <w:szCs w:val="24"/>
        </w:rPr>
        <w:t xml:space="preserve">i montaż klimatyzatorów </w:t>
      </w:r>
      <w:r w:rsidRPr="00A8618D">
        <w:rPr>
          <w:rFonts w:ascii="Arial" w:hAnsi="Arial" w:cs="Arial"/>
          <w:b/>
          <w:bCs/>
          <w:iCs/>
          <w:color w:val="000000"/>
          <w:kern w:val="1"/>
          <w:sz w:val="24"/>
          <w:szCs w:val="24"/>
        </w:rPr>
        <w:t>do pracowni dla uczniów i uczennic</w:t>
      </w: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3943"/>
        <w:gridCol w:w="2861"/>
        <w:gridCol w:w="2126"/>
        <w:gridCol w:w="2668"/>
      </w:tblGrid>
      <w:tr w:rsidR="00A8618D" w14:paraId="4FED0240" w14:textId="77777777" w:rsidTr="004A46B6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6174CA7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78" w:type="dxa"/>
            <w:shd w:val="clear" w:color="auto" w:fill="F2F2F2"/>
            <w:vAlign w:val="center"/>
          </w:tcPr>
          <w:p w14:paraId="36E46D86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3943" w:type="dxa"/>
            <w:shd w:val="clear" w:color="auto" w:fill="F2F2F2"/>
            <w:vAlign w:val="center"/>
          </w:tcPr>
          <w:p w14:paraId="744A72C3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Charakterystyka zamówienia (zakres rzeczowy potwierdzający spełnianie warunku udziału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br/>
              <w:t>w postępowaniu)</w:t>
            </w:r>
          </w:p>
        </w:tc>
        <w:tc>
          <w:tcPr>
            <w:tcW w:w="2861" w:type="dxa"/>
            <w:shd w:val="clear" w:color="auto" w:fill="F2F2F2"/>
            <w:vAlign w:val="center"/>
          </w:tcPr>
          <w:p w14:paraId="67218ECF" w14:textId="77777777" w:rsidR="00A8618D" w:rsidRPr="007D4350" w:rsidRDefault="00A8618D" w:rsidP="004A46B6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0D7091AA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7D4350">
              <w:rPr>
                <w:rFonts w:ascii="Arial" w:hAnsi="Arial" w:cs="Arial"/>
              </w:rPr>
              <w:t>(rozpoczęcie – zakończenie)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3290E0E7" w14:textId="77777777" w:rsidR="00A8618D" w:rsidRPr="007D4350" w:rsidRDefault="00A8618D" w:rsidP="004A46B6">
            <w:pPr>
              <w:widowControl w:val="0"/>
              <w:snapToGrid w:val="0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  <w:r w:rsidRPr="007D4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brutto zrealizowanych dostaw [PLN]</w:t>
            </w:r>
          </w:p>
        </w:tc>
        <w:tc>
          <w:tcPr>
            <w:tcW w:w="2668" w:type="dxa"/>
            <w:shd w:val="clear" w:color="auto" w:fill="F2F2F2"/>
          </w:tcPr>
          <w:p w14:paraId="7B10D5F5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r w:rsidRPr="007D4350">
              <w:rPr>
                <w:rFonts w:ascii="Arial" w:hAnsi="Arial" w:cs="Arial"/>
                <w:sz w:val="22"/>
                <w:szCs w:val="22"/>
              </w:rPr>
              <w:t>, na rzecz którego dostawy lub usługi zostały wykonane lub są wykonywane</w:t>
            </w:r>
          </w:p>
        </w:tc>
      </w:tr>
      <w:tr w:rsidR="00A8618D" w14:paraId="37941A98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527C40F8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03D53D45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269C2502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4F448642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2DF653A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1F3B0DFB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8618D" w14:paraId="4166C7F7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47CD0CD7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207262DB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5F4741B9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4BB15210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CA61351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3A3FECA8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553733E4" w14:textId="7AC6D2AE" w:rsidR="00A8618D" w:rsidRPr="00A8618D" w:rsidRDefault="00A8618D" w:rsidP="00105EFF">
      <w:pPr>
        <w:widowControl w:val="0"/>
        <w:suppressAutoHyphens/>
        <w:spacing w:before="120" w:after="100"/>
        <w:jc w:val="both"/>
        <w:rPr>
          <w:rFonts w:ascii="Arial" w:hAnsi="Arial" w:cs="Arial"/>
          <w:i/>
          <w:iCs/>
          <w:sz w:val="22"/>
          <w:szCs w:val="22"/>
        </w:rPr>
      </w:pPr>
      <w:r w:rsidRPr="00A8618D">
        <w:rPr>
          <w:rFonts w:ascii="Arial" w:eastAsia="Andale Sans UI" w:hAnsi="Arial" w:cs="Arial"/>
          <w:i/>
          <w:iCs/>
          <w:color w:val="000000"/>
          <w:kern w:val="2"/>
          <w:sz w:val="22"/>
          <w:szCs w:val="22"/>
        </w:rPr>
        <w:t>Wymagane jest wykazanie doświadczenia wskazującego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, że w okresie ostatnich trzech lat, a jeżeli okres działalności jest krótszy – w tym okresie zrealizował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 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, a w przypadku świadczeń powtarzających się lub ciągłych wykonuje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 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 polegającą na dostawie produktów zgodnych z przedmiotem zamówienia tj. dostawę wyposażenia pracowni tematycznych o wartości łącznej zamówienia minimum </w:t>
      </w:r>
      <w:r w:rsidR="007F17AE">
        <w:rPr>
          <w:rFonts w:ascii="Arial" w:hAnsi="Arial" w:cs="Arial"/>
          <w:b/>
          <w:bCs/>
          <w:i/>
          <w:sz w:val="22"/>
          <w:szCs w:val="22"/>
        </w:rPr>
        <w:t>5 5</w:t>
      </w:r>
      <w:r w:rsidRPr="00A8618D">
        <w:rPr>
          <w:rFonts w:ascii="Arial" w:hAnsi="Arial" w:cs="Arial"/>
          <w:b/>
          <w:bCs/>
          <w:i/>
          <w:sz w:val="22"/>
          <w:szCs w:val="22"/>
        </w:rPr>
        <w:t xml:space="preserve">00,00 PLN brutto </w:t>
      </w:r>
      <w:r w:rsidRPr="00A8618D">
        <w:rPr>
          <w:rFonts w:ascii="Arial" w:hAnsi="Arial" w:cs="Arial"/>
          <w:i/>
          <w:sz w:val="22"/>
          <w:szCs w:val="22"/>
        </w:rPr>
        <w:t>w ramach jednej umowy z Zamawiającym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2B8BF3E6" w14:textId="73BEF53D" w:rsidR="00A8618D" w:rsidRPr="007D4350" w:rsidRDefault="00A8618D" w:rsidP="00A8618D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lastRenderedPageBreak/>
        <w:t xml:space="preserve">W zakresie części nr 3 - </w:t>
      </w:r>
      <w:r w:rsidRPr="00A8618D">
        <w:rPr>
          <w:rFonts w:ascii="Arial" w:hAnsi="Arial" w:cs="Arial"/>
          <w:b/>
          <w:bCs/>
          <w:iCs/>
          <w:color w:val="000000"/>
          <w:kern w:val="1"/>
          <w:sz w:val="24"/>
          <w:szCs w:val="24"/>
        </w:rPr>
        <w:t>Dostawa wyposażenia do pracowni dla uczniów i uczennic</w:t>
      </w: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3943"/>
        <w:gridCol w:w="2861"/>
        <w:gridCol w:w="2126"/>
        <w:gridCol w:w="2668"/>
      </w:tblGrid>
      <w:tr w:rsidR="00A8618D" w14:paraId="69E3E3C3" w14:textId="77777777" w:rsidTr="004A46B6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31887C3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78" w:type="dxa"/>
            <w:shd w:val="clear" w:color="auto" w:fill="F2F2F2"/>
            <w:vAlign w:val="center"/>
          </w:tcPr>
          <w:p w14:paraId="4F1D0913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3943" w:type="dxa"/>
            <w:shd w:val="clear" w:color="auto" w:fill="F2F2F2"/>
            <w:vAlign w:val="center"/>
          </w:tcPr>
          <w:p w14:paraId="27F1F173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Charakterystyka zamówienia (zakres rzeczowy potwierdzający spełnianie warunku udziału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br/>
              <w:t>w postępowaniu)</w:t>
            </w:r>
          </w:p>
        </w:tc>
        <w:tc>
          <w:tcPr>
            <w:tcW w:w="2861" w:type="dxa"/>
            <w:shd w:val="clear" w:color="auto" w:fill="F2F2F2"/>
            <w:vAlign w:val="center"/>
          </w:tcPr>
          <w:p w14:paraId="07C89090" w14:textId="77777777" w:rsidR="00A8618D" w:rsidRPr="007D4350" w:rsidRDefault="00A8618D" w:rsidP="004A46B6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345E983D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7D4350">
              <w:rPr>
                <w:rFonts w:ascii="Arial" w:hAnsi="Arial" w:cs="Arial"/>
              </w:rPr>
              <w:t>(rozpoczęcie – zakończenie)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2C033148" w14:textId="77777777" w:rsidR="00A8618D" w:rsidRPr="007D4350" w:rsidRDefault="00A8618D" w:rsidP="004A46B6">
            <w:pPr>
              <w:widowControl w:val="0"/>
              <w:snapToGrid w:val="0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  <w:r w:rsidRPr="007D4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brutto zrealizowanych dostaw [PLN]</w:t>
            </w:r>
          </w:p>
        </w:tc>
        <w:tc>
          <w:tcPr>
            <w:tcW w:w="2668" w:type="dxa"/>
            <w:shd w:val="clear" w:color="auto" w:fill="F2F2F2"/>
          </w:tcPr>
          <w:p w14:paraId="118657D3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r w:rsidRPr="007D4350">
              <w:rPr>
                <w:rFonts w:ascii="Arial" w:hAnsi="Arial" w:cs="Arial"/>
                <w:sz w:val="22"/>
                <w:szCs w:val="22"/>
              </w:rPr>
              <w:t>, na rzecz którego dostawy lub usługi zostały wykonane lub są wykonywane</w:t>
            </w:r>
          </w:p>
        </w:tc>
      </w:tr>
      <w:tr w:rsidR="00A8618D" w14:paraId="15F4B101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66A58CD3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78186473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5AD27BE6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57E80497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B04ED1E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0709970E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8618D" w14:paraId="706E789A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673740B0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4DB98B29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621C7AF6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79A60BC0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21DC387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7AE2F8C4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395BCDD" w14:textId="23AFACF6" w:rsidR="00A8618D" w:rsidRPr="00A8618D" w:rsidRDefault="00A8618D" w:rsidP="00105EFF">
      <w:pPr>
        <w:widowControl w:val="0"/>
        <w:suppressAutoHyphens/>
        <w:spacing w:before="120" w:after="100"/>
        <w:jc w:val="both"/>
        <w:rPr>
          <w:rFonts w:ascii="Arial" w:hAnsi="Arial" w:cs="Arial"/>
          <w:i/>
          <w:iCs/>
          <w:sz w:val="22"/>
          <w:szCs w:val="22"/>
        </w:rPr>
      </w:pPr>
      <w:r w:rsidRPr="00A8618D">
        <w:rPr>
          <w:rFonts w:ascii="Arial" w:eastAsia="Andale Sans UI" w:hAnsi="Arial" w:cs="Arial"/>
          <w:i/>
          <w:iCs/>
          <w:color w:val="000000"/>
          <w:kern w:val="2"/>
          <w:sz w:val="22"/>
          <w:szCs w:val="22"/>
        </w:rPr>
        <w:t>Wymagane jest wykazanie doświadczenia wskazującego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, że w okresie ostatnich trzech lat, a jeżeli okres działalności jest krótszy – w tym okresie zrealizował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 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, a w przypadku świadczeń powtarzających się lub ciągłych wykonuje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 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 polegającą na dostawie produktów zgodnych z przedmiotem zamówienia tj. dostawę wyposażenia pracowni tematycznych o wartości łącznej zamówienia minimum </w:t>
      </w:r>
      <w:r w:rsidR="007F17AE">
        <w:rPr>
          <w:rFonts w:ascii="Arial" w:hAnsi="Arial" w:cs="Arial"/>
          <w:b/>
          <w:bCs/>
          <w:i/>
          <w:sz w:val="22"/>
          <w:szCs w:val="22"/>
        </w:rPr>
        <w:t>3</w:t>
      </w:r>
      <w:r w:rsidRPr="00A8618D">
        <w:rPr>
          <w:rFonts w:ascii="Arial" w:hAnsi="Arial" w:cs="Arial"/>
          <w:b/>
          <w:bCs/>
          <w:i/>
          <w:sz w:val="22"/>
          <w:szCs w:val="22"/>
        </w:rPr>
        <w:t xml:space="preserve"> 000,00 PLN brutto </w:t>
      </w:r>
      <w:r w:rsidRPr="00A8618D">
        <w:rPr>
          <w:rFonts w:ascii="Arial" w:hAnsi="Arial" w:cs="Arial"/>
          <w:i/>
          <w:sz w:val="22"/>
          <w:szCs w:val="22"/>
        </w:rPr>
        <w:t>w ramach jednej umowy z Zamawiającym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41CE89DE" w14:textId="2981B630" w:rsidR="00A8618D" w:rsidRDefault="00A8618D" w:rsidP="00EF69C4">
      <w:pPr>
        <w:widowControl w:val="0"/>
        <w:suppressAutoHyphens/>
        <w:spacing w:before="120" w:after="100"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___________________________________________________________________________________________________________</w:t>
      </w:r>
    </w:p>
    <w:p w14:paraId="0856F1D6" w14:textId="631F0904" w:rsidR="00A8618D" w:rsidRPr="00A8618D" w:rsidRDefault="00A8618D" w:rsidP="00A8618D">
      <w:pPr>
        <w:spacing w:before="240"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t xml:space="preserve">W zakresie części nr 4 - </w:t>
      </w:r>
      <w:r w:rsidRPr="00A8618D">
        <w:rPr>
          <w:rFonts w:ascii="Arial" w:hAnsi="Arial" w:cs="Arial"/>
          <w:b/>
          <w:bCs/>
          <w:iCs/>
          <w:color w:val="000000"/>
          <w:kern w:val="1"/>
          <w:sz w:val="24"/>
          <w:szCs w:val="24"/>
        </w:rPr>
        <w:t xml:space="preserve">Dostawa wyposażenia </w:t>
      </w:r>
      <w:r w:rsidR="007F17AE" w:rsidRPr="00A8618D">
        <w:rPr>
          <w:rFonts w:ascii="Arial" w:hAnsi="Arial" w:cs="Arial"/>
          <w:b/>
          <w:bCs/>
          <w:iCs/>
          <w:color w:val="000000"/>
          <w:kern w:val="1"/>
          <w:sz w:val="24"/>
          <w:szCs w:val="24"/>
        </w:rPr>
        <w:t xml:space="preserve">meblowego </w:t>
      </w:r>
      <w:r w:rsidRPr="00A8618D">
        <w:rPr>
          <w:rFonts w:ascii="Arial" w:hAnsi="Arial" w:cs="Arial"/>
          <w:b/>
          <w:bCs/>
          <w:iCs/>
          <w:color w:val="000000"/>
          <w:kern w:val="1"/>
          <w:sz w:val="24"/>
          <w:szCs w:val="24"/>
        </w:rPr>
        <w:t>do pracowni dla uczniów i uczennic</w:t>
      </w: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3943"/>
        <w:gridCol w:w="2861"/>
        <w:gridCol w:w="2126"/>
        <w:gridCol w:w="2668"/>
      </w:tblGrid>
      <w:tr w:rsidR="00A8618D" w14:paraId="14B20713" w14:textId="77777777" w:rsidTr="004A46B6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0A884290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78" w:type="dxa"/>
            <w:shd w:val="clear" w:color="auto" w:fill="F2F2F2"/>
            <w:vAlign w:val="center"/>
          </w:tcPr>
          <w:p w14:paraId="286E3B0C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3943" w:type="dxa"/>
            <w:shd w:val="clear" w:color="auto" w:fill="F2F2F2"/>
            <w:vAlign w:val="center"/>
          </w:tcPr>
          <w:p w14:paraId="27DBFFB2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Charakterystyka zamówienia (zakres rzeczowy potwierdzający spełnianie warunku udziału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br/>
              <w:t>w postępowaniu)</w:t>
            </w:r>
          </w:p>
        </w:tc>
        <w:tc>
          <w:tcPr>
            <w:tcW w:w="2861" w:type="dxa"/>
            <w:shd w:val="clear" w:color="auto" w:fill="F2F2F2"/>
            <w:vAlign w:val="center"/>
          </w:tcPr>
          <w:p w14:paraId="3DED1C51" w14:textId="77777777" w:rsidR="00A8618D" w:rsidRPr="007D4350" w:rsidRDefault="00A8618D" w:rsidP="004A46B6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4C64224C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7D4350">
              <w:rPr>
                <w:rFonts w:ascii="Arial" w:hAnsi="Arial" w:cs="Arial"/>
              </w:rPr>
              <w:t>(rozpoczęcie – zakończenie)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38849367" w14:textId="77777777" w:rsidR="00A8618D" w:rsidRPr="007D4350" w:rsidRDefault="00A8618D" w:rsidP="004A46B6">
            <w:pPr>
              <w:widowControl w:val="0"/>
              <w:snapToGrid w:val="0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  <w:r w:rsidRPr="007D4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brutto zrealizowanych dostaw [PLN]</w:t>
            </w:r>
          </w:p>
        </w:tc>
        <w:tc>
          <w:tcPr>
            <w:tcW w:w="2668" w:type="dxa"/>
            <w:shd w:val="clear" w:color="auto" w:fill="F2F2F2"/>
          </w:tcPr>
          <w:p w14:paraId="5117AF6F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r w:rsidRPr="007D4350">
              <w:rPr>
                <w:rFonts w:ascii="Arial" w:hAnsi="Arial" w:cs="Arial"/>
                <w:sz w:val="22"/>
                <w:szCs w:val="22"/>
              </w:rPr>
              <w:t>, na rzecz którego dostawy lub usługi zostały wykonane lub są wykonywane</w:t>
            </w:r>
          </w:p>
        </w:tc>
      </w:tr>
      <w:tr w:rsidR="00A8618D" w14:paraId="11E2D80D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0CC61DE6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2775CAA9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6CEC8185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4831BA23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6BE9D11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499C7289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8618D" w14:paraId="448A2683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46871BE0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48454035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23BD174F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2833F450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C3066E5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17E8441F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65907B0" w14:textId="661EC21C" w:rsidR="00A8618D" w:rsidRPr="00A8618D" w:rsidRDefault="00A8618D" w:rsidP="00105EFF">
      <w:pPr>
        <w:widowControl w:val="0"/>
        <w:suppressAutoHyphens/>
        <w:spacing w:before="120" w:after="100"/>
        <w:jc w:val="both"/>
        <w:rPr>
          <w:rFonts w:ascii="Arial" w:hAnsi="Arial" w:cs="Arial"/>
          <w:i/>
          <w:iCs/>
          <w:sz w:val="22"/>
          <w:szCs w:val="22"/>
        </w:rPr>
      </w:pPr>
      <w:r w:rsidRPr="00A8618D">
        <w:rPr>
          <w:rFonts w:ascii="Arial" w:eastAsia="Andale Sans UI" w:hAnsi="Arial" w:cs="Arial"/>
          <w:i/>
          <w:iCs/>
          <w:color w:val="000000"/>
          <w:kern w:val="2"/>
          <w:sz w:val="22"/>
          <w:szCs w:val="22"/>
        </w:rPr>
        <w:t>Wymagane jest wykazanie doświadczenia wskazującego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, że w okresie ostatnich trzech lat, a jeżeli okres działalności jest krótszy – w tym okresie zrealizował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 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, a w przypadku świadczeń powtarzających się lub ciągłych wykonuje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 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 polegającą na dostawie produktów zgodnych z przedmiotem zamówienia tj. dostawę wyposażenia pracowni tematycznych o wartości łącznej zamówienia minimum </w:t>
      </w:r>
      <w:r w:rsidR="007F17AE">
        <w:rPr>
          <w:rFonts w:ascii="Arial" w:hAnsi="Arial" w:cs="Arial"/>
          <w:b/>
          <w:bCs/>
          <w:i/>
          <w:sz w:val="22"/>
          <w:szCs w:val="22"/>
        </w:rPr>
        <w:t>8</w:t>
      </w:r>
      <w:r w:rsidRPr="00A8618D">
        <w:rPr>
          <w:rFonts w:ascii="Arial" w:hAnsi="Arial" w:cs="Arial"/>
          <w:b/>
          <w:bCs/>
          <w:i/>
          <w:sz w:val="22"/>
          <w:szCs w:val="22"/>
        </w:rPr>
        <w:t xml:space="preserve"> 000,00 PLN brutto </w:t>
      </w:r>
      <w:r w:rsidRPr="00A8618D">
        <w:rPr>
          <w:rFonts w:ascii="Arial" w:hAnsi="Arial" w:cs="Arial"/>
          <w:i/>
          <w:sz w:val="22"/>
          <w:szCs w:val="22"/>
        </w:rPr>
        <w:t>w ramach jednej umowy z Zamawiającym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68341B14" w14:textId="6DF13C79" w:rsidR="00A8618D" w:rsidRPr="00A8618D" w:rsidRDefault="00A8618D" w:rsidP="00A8618D">
      <w:pPr>
        <w:spacing w:before="240"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lastRenderedPageBreak/>
        <w:t xml:space="preserve">W zakresie części nr 5 - </w:t>
      </w:r>
      <w:r w:rsidRPr="00A8618D">
        <w:rPr>
          <w:rFonts w:ascii="Arial" w:hAnsi="Arial" w:cs="Arial"/>
          <w:b/>
          <w:bCs/>
          <w:iCs/>
          <w:color w:val="000000"/>
          <w:kern w:val="1"/>
          <w:sz w:val="24"/>
          <w:szCs w:val="24"/>
        </w:rPr>
        <w:t xml:space="preserve">Dostawa wyposażenia </w:t>
      </w:r>
      <w:r w:rsidR="007F17AE">
        <w:rPr>
          <w:rFonts w:ascii="Arial" w:hAnsi="Arial" w:cs="Arial"/>
          <w:b/>
          <w:bCs/>
          <w:iCs/>
          <w:color w:val="000000"/>
          <w:kern w:val="1"/>
          <w:sz w:val="24"/>
          <w:szCs w:val="24"/>
        </w:rPr>
        <w:t>AGD</w:t>
      </w:r>
      <w:r w:rsidRPr="00A8618D">
        <w:rPr>
          <w:rFonts w:ascii="Arial" w:hAnsi="Arial" w:cs="Arial"/>
          <w:b/>
          <w:bCs/>
          <w:iCs/>
          <w:color w:val="000000"/>
          <w:kern w:val="1"/>
          <w:sz w:val="24"/>
          <w:szCs w:val="24"/>
        </w:rPr>
        <w:t xml:space="preserve"> do pracowni dla uczniów i uczennic</w:t>
      </w:r>
      <w:r w:rsidRPr="00A8618D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3943"/>
        <w:gridCol w:w="2861"/>
        <w:gridCol w:w="2126"/>
        <w:gridCol w:w="2668"/>
      </w:tblGrid>
      <w:tr w:rsidR="00A8618D" w14:paraId="4690C20A" w14:textId="77777777" w:rsidTr="004A46B6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1FFC0E8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78" w:type="dxa"/>
            <w:shd w:val="clear" w:color="auto" w:fill="F2F2F2"/>
            <w:vAlign w:val="center"/>
          </w:tcPr>
          <w:p w14:paraId="3B985AAD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3943" w:type="dxa"/>
            <w:shd w:val="clear" w:color="auto" w:fill="F2F2F2"/>
            <w:vAlign w:val="center"/>
          </w:tcPr>
          <w:p w14:paraId="5EDB62E2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 xml:space="preserve">Charakterystyka zamówienia (zakres rzeczowy potwierdzający spełnianie warunku udziału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br/>
              <w:t>w postępowaniu)</w:t>
            </w:r>
          </w:p>
        </w:tc>
        <w:tc>
          <w:tcPr>
            <w:tcW w:w="2861" w:type="dxa"/>
            <w:shd w:val="clear" w:color="auto" w:fill="F2F2F2"/>
            <w:vAlign w:val="center"/>
          </w:tcPr>
          <w:p w14:paraId="216D4F3F" w14:textId="77777777" w:rsidR="00A8618D" w:rsidRPr="007D4350" w:rsidRDefault="00A8618D" w:rsidP="004A46B6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  <w:p w14:paraId="7985E0E0" w14:textId="77777777" w:rsidR="00A8618D" w:rsidRPr="007D4350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7D4350">
              <w:rPr>
                <w:rFonts w:ascii="Arial" w:hAnsi="Arial" w:cs="Arial"/>
              </w:rPr>
              <w:t>(rozpoczęcie – zakończenie)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2010EC09" w14:textId="77777777" w:rsidR="00A8618D" w:rsidRPr="007D4350" w:rsidRDefault="00A8618D" w:rsidP="004A46B6">
            <w:pPr>
              <w:widowControl w:val="0"/>
              <w:snapToGrid w:val="0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  <w:r w:rsidRPr="007D43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4350">
              <w:rPr>
                <w:rFonts w:ascii="Arial" w:eastAsia="Lucida Sans Unicode" w:hAnsi="Arial" w:cs="Arial"/>
                <w:b/>
                <w:bCs/>
                <w:sz w:val="22"/>
                <w:szCs w:val="22"/>
                <w:lang w:eastAsia="hi-IN" w:bidi="hi-IN"/>
              </w:rPr>
              <w:t>brutto zrealizowanych dostaw [PLN]</w:t>
            </w:r>
          </w:p>
        </w:tc>
        <w:tc>
          <w:tcPr>
            <w:tcW w:w="2668" w:type="dxa"/>
            <w:shd w:val="clear" w:color="auto" w:fill="F2F2F2"/>
          </w:tcPr>
          <w:p w14:paraId="443BD615" w14:textId="77777777" w:rsidR="00A8618D" w:rsidRPr="007D4350" w:rsidRDefault="00A8618D" w:rsidP="004A46B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4350">
              <w:rPr>
                <w:rFonts w:ascii="Arial" w:hAnsi="Arial" w:cs="Arial"/>
                <w:b/>
                <w:bCs/>
                <w:sz w:val="22"/>
                <w:szCs w:val="22"/>
              </w:rPr>
              <w:t>Podmiot</w:t>
            </w:r>
            <w:r w:rsidRPr="007D4350">
              <w:rPr>
                <w:rFonts w:ascii="Arial" w:hAnsi="Arial" w:cs="Arial"/>
                <w:sz w:val="22"/>
                <w:szCs w:val="22"/>
              </w:rPr>
              <w:t>, na rzecz którego dostawy lub usługi zostały wykonane lub są wykonywane</w:t>
            </w:r>
          </w:p>
        </w:tc>
      </w:tr>
      <w:tr w:rsidR="00A8618D" w14:paraId="2503F4B6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3A70CE61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14AA236D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5E1DCB50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380D972D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C6D6E63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0D30D264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8618D" w14:paraId="12304E89" w14:textId="77777777" w:rsidTr="004A46B6">
        <w:trPr>
          <w:cantSplit/>
          <w:trHeight w:val="600"/>
        </w:trPr>
        <w:tc>
          <w:tcPr>
            <w:tcW w:w="567" w:type="dxa"/>
            <w:vAlign w:val="center"/>
          </w:tcPr>
          <w:p w14:paraId="23CFAE4E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78" w:type="dxa"/>
          </w:tcPr>
          <w:p w14:paraId="715EA50C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943" w:type="dxa"/>
            <w:vAlign w:val="center"/>
          </w:tcPr>
          <w:p w14:paraId="56EEBED6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61" w:type="dxa"/>
            <w:vAlign w:val="center"/>
          </w:tcPr>
          <w:p w14:paraId="201BECCA" w14:textId="77777777" w:rsidR="00A8618D" w:rsidRPr="00B105F9" w:rsidRDefault="00A8618D" w:rsidP="004A46B6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A57BB13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668" w:type="dxa"/>
          </w:tcPr>
          <w:p w14:paraId="42B0C2DC" w14:textId="77777777" w:rsidR="00A8618D" w:rsidRPr="00B105F9" w:rsidRDefault="00A8618D" w:rsidP="004A46B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05D5927A" w14:textId="77777777" w:rsidR="00A8618D" w:rsidRDefault="00A8618D" w:rsidP="00A8618D">
      <w:pPr>
        <w:pStyle w:val="Bezodstpw"/>
        <w:rPr>
          <w:rFonts w:eastAsia="Calibri"/>
          <w:lang w:eastAsia="en-US"/>
        </w:rPr>
      </w:pPr>
    </w:p>
    <w:p w14:paraId="6D60F8AE" w14:textId="6A361DF7" w:rsidR="00A8618D" w:rsidRPr="00A8618D" w:rsidRDefault="00A8618D" w:rsidP="00105EFF">
      <w:pPr>
        <w:widowControl w:val="0"/>
        <w:suppressAutoHyphens/>
        <w:spacing w:before="120" w:after="100"/>
        <w:jc w:val="both"/>
        <w:rPr>
          <w:rFonts w:ascii="Arial" w:hAnsi="Arial" w:cs="Arial"/>
          <w:i/>
          <w:iCs/>
          <w:sz w:val="22"/>
          <w:szCs w:val="22"/>
        </w:rPr>
      </w:pPr>
      <w:r w:rsidRPr="00A8618D">
        <w:rPr>
          <w:rFonts w:ascii="Arial" w:eastAsia="Andale Sans UI" w:hAnsi="Arial" w:cs="Arial"/>
          <w:i/>
          <w:iCs/>
          <w:color w:val="000000"/>
          <w:kern w:val="2"/>
          <w:sz w:val="22"/>
          <w:szCs w:val="22"/>
        </w:rPr>
        <w:t>Wymagane jest wykazanie doświadczenia wskazującego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, że w okresie ostatnich trzech lat, a jeżeli okres działalności jest krótszy – w tym okresie zrealizował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 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, a w przypadku świadczeń powtarzających się lub ciągłych wykonuje </w:t>
      </w:r>
      <w:r w:rsidRPr="00A8618D">
        <w:rPr>
          <w:rFonts w:ascii="Arial" w:hAnsi="Arial" w:cs="Arial"/>
          <w:b/>
          <w:bCs/>
          <w:i/>
          <w:sz w:val="22"/>
          <w:szCs w:val="22"/>
        </w:rPr>
        <w:t>co najmniej 1 dostawę</w:t>
      </w:r>
      <w:r w:rsidRPr="00A8618D">
        <w:rPr>
          <w:rFonts w:ascii="Arial" w:hAnsi="Arial" w:cs="Arial"/>
          <w:i/>
          <w:sz w:val="22"/>
          <w:szCs w:val="22"/>
        </w:rPr>
        <w:t xml:space="preserve"> polegającą na dostawie produktów zgodnych z przedmiotem zamówienia tj. dostawę wyposażenia pracowni tematycznych o wartości łącznej zamówienia minimum </w:t>
      </w:r>
      <w:r w:rsidR="007F17AE">
        <w:rPr>
          <w:rFonts w:ascii="Arial" w:hAnsi="Arial" w:cs="Arial"/>
          <w:b/>
          <w:bCs/>
          <w:i/>
          <w:sz w:val="22"/>
          <w:szCs w:val="22"/>
        </w:rPr>
        <w:t>25</w:t>
      </w:r>
      <w:r w:rsidRPr="00A8618D">
        <w:rPr>
          <w:rFonts w:ascii="Arial" w:hAnsi="Arial" w:cs="Arial"/>
          <w:b/>
          <w:bCs/>
          <w:i/>
          <w:sz w:val="22"/>
          <w:szCs w:val="22"/>
        </w:rPr>
        <w:t xml:space="preserve"> 000,00 PLN brutto </w:t>
      </w:r>
      <w:r w:rsidRPr="00A8618D">
        <w:rPr>
          <w:rFonts w:ascii="Arial" w:hAnsi="Arial" w:cs="Arial"/>
          <w:i/>
          <w:sz w:val="22"/>
          <w:szCs w:val="22"/>
        </w:rPr>
        <w:t>w ramach jednej umowy z Zamawiającym</w:t>
      </w:r>
      <w:r w:rsidRPr="00A8618D">
        <w:rPr>
          <w:rFonts w:ascii="Arial" w:hAnsi="Arial" w:cs="Arial"/>
          <w:i/>
          <w:iCs/>
          <w:sz w:val="22"/>
          <w:szCs w:val="22"/>
        </w:rPr>
        <w:t xml:space="preserve">. </w:t>
      </w:r>
    </w:p>
    <w:p w14:paraId="16450CF0" w14:textId="3CF596D5" w:rsidR="002018D5" w:rsidRDefault="002018D5" w:rsidP="007D4350">
      <w:pPr>
        <w:spacing w:before="240" w:after="240" w:line="360" w:lineRule="auto"/>
        <w:ind w:left="-425"/>
        <w:jc w:val="both"/>
        <w:rPr>
          <w:rFonts w:ascii="Arial" w:hAnsi="Arial" w:cs="Arial"/>
          <w:sz w:val="24"/>
        </w:rPr>
      </w:pPr>
      <w:r w:rsidRPr="002018D5">
        <w:rPr>
          <w:rFonts w:ascii="Arial" w:hAnsi="Arial" w:cs="Arial"/>
          <w:b/>
          <w:bCs/>
          <w:iCs/>
          <w:sz w:val="24"/>
          <w:szCs w:val="24"/>
        </w:rPr>
        <w:t>Uwaga: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AA0A5E" w:rsidRPr="00F27764">
        <w:rPr>
          <w:rFonts w:ascii="Arial" w:hAnsi="Arial" w:cs="Arial"/>
          <w:sz w:val="24"/>
        </w:rPr>
        <w:t>Do wykazu należy dołączyć dowody</w:t>
      </w:r>
      <w:r w:rsidR="00AA0A5E" w:rsidRPr="0087138C">
        <w:rPr>
          <w:rStyle w:val="Odwoanieprzypisudolnego"/>
          <w:rFonts w:ascii="Arial" w:hAnsi="Arial" w:cs="Arial"/>
          <w:b/>
          <w:bCs/>
          <w:color w:val="0070C0"/>
          <w:sz w:val="24"/>
        </w:rPr>
        <w:footnoteReference w:id="1"/>
      </w:r>
      <w:r w:rsidR="00AA0A5E" w:rsidRPr="00F27764">
        <w:rPr>
          <w:rFonts w:ascii="Arial" w:hAnsi="Arial" w:cs="Arial"/>
          <w:sz w:val="24"/>
        </w:rPr>
        <w:t xml:space="preserve"> potwierdzające, że dostawy lub usługi zostały wykonane lub są wykonywane należycie.</w:t>
      </w:r>
    </w:p>
    <w:p w14:paraId="7087B131" w14:textId="77777777" w:rsidR="002018D5" w:rsidRDefault="002018D5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121B8A" w14:paraId="57BCAAAE" w14:textId="77777777" w:rsidTr="009160CE">
        <w:tc>
          <w:tcPr>
            <w:tcW w:w="6237" w:type="dxa"/>
          </w:tcPr>
          <w:p w14:paraId="2108FBC4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0AF58C1" w14:textId="77777777" w:rsidR="00121B8A" w:rsidRPr="00121B8A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</w:t>
            </w:r>
          </w:p>
          <w:p w14:paraId="11ECDA0E" w14:textId="77777777" w:rsidR="00121B8A" w:rsidRPr="00121B8A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                 </w:t>
            </w:r>
            <w:r w:rsidR="00121B8A" w:rsidRPr="00121B8A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</w:tcPr>
          <w:p w14:paraId="4675FAF7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729B231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</w:t>
            </w:r>
          </w:p>
          <w:p w14:paraId="55A5E12F" w14:textId="77777777" w:rsidR="00121B8A" w:rsidRPr="00121B8A" w:rsidRDefault="00121B8A" w:rsidP="00121B8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121B8A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C4142B" w:rsidRPr="00121B8A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121B8A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7BECB08C" w14:textId="77777777" w:rsidR="00821C80" w:rsidRPr="00173417" w:rsidRDefault="00821C80" w:rsidP="007D4350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</w:p>
    <w:sectPr w:rsidR="00821C80" w:rsidRPr="00173417" w:rsidSect="00105EF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993" w:right="1103" w:bottom="709" w:left="1418" w:header="142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7D333" w14:textId="77777777" w:rsidR="0097717A" w:rsidRDefault="0097717A">
      <w:r>
        <w:separator/>
      </w:r>
    </w:p>
  </w:endnote>
  <w:endnote w:type="continuationSeparator" w:id="0">
    <w:p w14:paraId="294AEE17" w14:textId="77777777" w:rsidR="0097717A" w:rsidRDefault="00977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1773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98586B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40440" w14:textId="77777777" w:rsidR="00CA5E56" w:rsidRDefault="00CA5E56" w:rsidP="00CA5E5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713B8A9" w14:textId="77777777" w:rsidR="00821C80" w:rsidRPr="00CA5E56" w:rsidRDefault="002957AB" w:rsidP="00CA5E56">
    <w:pPr>
      <w:pStyle w:val="Stopka"/>
      <w:tabs>
        <w:tab w:val="clear" w:pos="4536"/>
      </w:tabs>
      <w:spacing w:before="120"/>
      <w:rPr>
        <w:rFonts w:ascii="Arial" w:hAnsi="Arial"/>
        <w:sz w:val="18"/>
      </w:rPr>
    </w:pPr>
    <w:r w:rsidRPr="002957AB">
      <w:rPr>
        <w:rFonts w:ascii="Arial" w:hAnsi="Arial"/>
        <w:i/>
        <w:iCs/>
        <w:sz w:val="18"/>
      </w:rPr>
      <w:t xml:space="preserve">Projekt współfinansowany przez Unię Europejską z Europejskiego Funduszu Społecznego Plus </w:t>
    </w:r>
    <w:r w:rsidRPr="002957AB">
      <w:rPr>
        <w:rFonts w:ascii="Arial" w:hAnsi="Arial"/>
        <w:i/>
        <w:iCs/>
        <w:sz w:val="18"/>
      </w:rPr>
      <w:br/>
      <w:t>w ramach programu regionalnego Fundusze Europejskie dla Łódzkiego 2021-2027</w:t>
    </w:r>
    <w:r w:rsidR="00CA5E56">
      <w:rPr>
        <w:rFonts w:ascii="Arial" w:hAnsi="Arial"/>
        <w:sz w:val="18"/>
      </w:rPr>
      <w:tab/>
      <w:t xml:space="preserve">                             </w:t>
    </w:r>
    <w:r>
      <w:rPr>
        <w:rFonts w:ascii="Arial" w:hAnsi="Arial"/>
        <w:sz w:val="18"/>
      </w:rPr>
      <w:t xml:space="preserve">                                                                                                   </w:t>
    </w:r>
    <w:r w:rsidR="00CA5E56">
      <w:rPr>
        <w:rFonts w:ascii="Arial" w:hAnsi="Arial"/>
        <w:sz w:val="18"/>
      </w:rPr>
      <w:t xml:space="preserve">  </w:t>
    </w:r>
    <w:r w:rsidR="00CA5E56">
      <w:rPr>
        <w:rStyle w:val="Numerstrony"/>
        <w:rFonts w:ascii="Arial" w:hAnsi="Arial"/>
        <w:sz w:val="18"/>
      </w:rPr>
      <w:t xml:space="preserve">Strona: </w:t>
    </w:r>
    <w:r w:rsidR="00CA5E56">
      <w:rPr>
        <w:rStyle w:val="Numerstrony"/>
        <w:rFonts w:ascii="Arial" w:hAnsi="Arial"/>
        <w:sz w:val="18"/>
      </w:rPr>
      <w:fldChar w:fldCharType="begin"/>
    </w:r>
    <w:r w:rsidR="00CA5E56">
      <w:rPr>
        <w:rStyle w:val="Numerstrony"/>
        <w:rFonts w:ascii="Arial" w:hAnsi="Arial"/>
        <w:sz w:val="18"/>
      </w:rPr>
      <w:instrText xml:space="preserve"> PAGE </w:instrText>
    </w:r>
    <w:r w:rsidR="00CA5E56">
      <w:rPr>
        <w:rStyle w:val="Numerstrony"/>
        <w:rFonts w:ascii="Arial" w:hAnsi="Arial"/>
        <w:sz w:val="18"/>
      </w:rPr>
      <w:fldChar w:fldCharType="separate"/>
    </w:r>
    <w:r w:rsidR="009731AC">
      <w:rPr>
        <w:rStyle w:val="Numerstrony"/>
        <w:rFonts w:ascii="Arial" w:hAnsi="Arial"/>
        <w:noProof/>
        <w:sz w:val="18"/>
      </w:rPr>
      <w:t>4</w:t>
    </w:r>
    <w:r w:rsidR="00CA5E56">
      <w:rPr>
        <w:rStyle w:val="Numerstrony"/>
        <w:rFonts w:ascii="Arial" w:hAnsi="Arial"/>
        <w:sz w:val="18"/>
      </w:rPr>
      <w:fldChar w:fldCharType="end"/>
    </w:r>
    <w:r w:rsidR="00CA5E56">
      <w:rPr>
        <w:rStyle w:val="Numerstrony"/>
        <w:rFonts w:ascii="Arial" w:hAnsi="Arial"/>
        <w:sz w:val="18"/>
      </w:rPr>
      <w:t>/</w:t>
    </w:r>
    <w:r w:rsidR="00CA5E56">
      <w:rPr>
        <w:rStyle w:val="Numerstrony"/>
        <w:rFonts w:ascii="Arial" w:hAnsi="Arial"/>
        <w:sz w:val="18"/>
      </w:rPr>
      <w:fldChar w:fldCharType="begin"/>
    </w:r>
    <w:r w:rsidR="00CA5E56">
      <w:rPr>
        <w:rStyle w:val="Numerstrony"/>
        <w:rFonts w:ascii="Arial" w:hAnsi="Arial"/>
        <w:sz w:val="18"/>
      </w:rPr>
      <w:instrText xml:space="preserve"> NUMPAGES </w:instrText>
    </w:r>
    <w:r w:rsidR="00CA5E56">
      <w:rPr>
        <w:rStyle w:val="Numerstrony"/>
        <w:rFonts w:ascii="Arial" w:hAnsi="Arial"/>
        <w:sz w:val="18"/>
      </w:rPr>
      <w:fldChar w:fldCharType="separate"/>
    </w:r>
    <w:r w:rsidR="009731AC">
      <w:rPr>
        <w:rStyle w:val="Numerstrony"/>
        <w:rFonts w:ascii="Arial" w:hAnsi="Arial"/>
        <w:noProof/>
        <w:sz w:val="18"/>
      </w:rPr>
      <w:t>4</w:t>
    </w:r>
    <w:r w:rsidR="00CA5E56"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BB5A9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EC50AC8" w14:textId="77777777" w:rsidR="00821C80" w:rsidRDefault="00821C80">
    <w:pPr>
      <w:pStyle w:val="Stopka"/>
      <w:tabs>
        <w:tab w:val="clear" w:pos="4536"/>
      </w:tabs>
      <w:jc w:val="center"/>
    </w:pPr>
  </w:p>
  <w:p w14:paraId="483B7432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B5D31" w14:textId="77777777" w:rsidR="0097717A" w:rsidRDefault="0097717A">
      <w:r>
        <w:separator/>
      </w:r>
    </w:p>
  </w:footnote>
  <w:footnote w:type="continuationSeparator" w:id="0">
    <w:p w14:paraId="75125437" w14:textId="77777777" w:rsidR="0097717A" w:rsidRDefault="0097717A">
      <w:r>
        <w:continuationSeparator/>
      </w:r>
    </w:p>
  </w:footnote>
  <w:footnote w:id="1">
    <w:p w14:paraId="41775784" w14:textId="77777777" w:rsidR="00AA0A5E" w:rsidRPr="0087138C" w:rsidRDefault="00AA0A5E" w:rsidP="00AA0A5E">
      <w:pPr>
        <w:pStyle w:val="Tekstprzypisudolnego"/>
        <w:spacing w:after="60"/>
        <w:ind w:left="-284" w:right="-144" w:hanging="141"/>
        <w:jc w:val="both"/>
        <w:rPr>
          <w:rFonts w:ascii="Arial" w:hAnsi="Arial" w:cs="Arial"/>
          <w:color w:val="0070C0"/>
        </w:rPr>
      </w:pPr>
      <w:r w:rsidRPr="0087138C">
        <w:rPr>
          <w:rStyle w:val="Odwoanieprzypisudolnego"/>
          <w:rFonts w:ascii="Arial" w:hAnsi="Arial" w:cs="Arial"/>
          <w:color w:val="0070C0"/>
        </w:rPr>
        <w:footnoteRef/>
      </w:r>
      <w:r w:rsidRPr="0087138C">
        <w:rPr>
          <w:rFonts w:ascii="Arial" w:hAnsi="Arial" w:cs="Arial"/>
          <w:color w:val="0070C0"/>
        </w:rPr>
        <w:t xml:space="preserve"> Stosownie do postanowień §9 ust. 1 pkt. 2 </w:t>
      </w:r>
      <w:r w:rsidRPr="00DB79D2">
        <w:rPr>
          <w:rFonts w:ascii="Arial" w:hAnsi="Arial" w:cs="Arial"/>
          <w:i/>
          <w:iCs/>
          <w:color w:val="0070C0"/>
        </w:rPr>
        <w:t>Rozporządzenia Ministra Rozwoju, Pracy i Technologii z dnia 23 grudnia 2020 r. w sprawie podmiotowych środków dowodowych oraz innych dokumentów lub oświadczeń, jakich może żądać zamawiający od wykonawcy</w:t>
      </w:r>
      <w:r w:rsidRPr="0087138C">
        <w:rPr>
          <w:rFonts w:ascii="Arial" w:hAnsi="Arial" w:cs="Arial"/>
          <w:color w:val="0070C0"/>
        </w:rPr>
        <w:t>, dowodami tymi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 albo wniosków o dopuszczenie do udziału w 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52DE3" w14:textId="7CCA3851" w:rsidR="00CA5E56" w:rsidRPr="00DE6715" w:rsidRDefault="00DE6715" w:rsidP="00DE6715">
    <w:pPr>
      <w:pStyle w:val="Nagwek"/>
      <w:jc w:val="center"/>
    </w:pPr>
    <w:r>
      <w:rPr>
        <w:noProof/>
      </w:rPr>
      <w:drawing>
        <wp:inline distT="0" distB="0" distL="0" distR="0" wp14:anchorId="74DF806C" wp14:editId="3D4E98F5">
          <wp:extent cx="5760720" cy="742315"/>
          <wp:effectExtent l="0" t="0" r="0" b="635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31DC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C4B94"/>
    <w:multiLevelType w:val="hybridMultilevel"/>
    <w:tmpl w:val="BF50F158"/>
    <w:lvl w:ilvl="0" w:tplc="746E1018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552357"/>
    <w:multiLevelType w:val="hybridMultilevel"/>
    <w:tmpl w:val="A4249944"/>
    <w:lvl w:ilvl="0" w:tplc="07DA8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B34927"/>
    <w:multiLevelType w:val="hybridMultilevel"/>
    <w:tmpl w:val="F2AEBCF2"/>
    <w:lvl w:ilvl="0" w:tplc="092422D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493259">
    <w:abstractNumId w:val="2"/>
  </w:num>
  <w:num w:numId="2" w16cid:durableId="1188177740">
    <w:abstractNumId w:val="0"/>
  </w:num>
  <w:num w:numId="3" w16cid:durableId="1030572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995"/>
    <w:rsid w:val="00094A9E"/>
    <w:rsid w:val="00105EFF"/>
    <w:rsid w:val="001174D3"/>
    <w:rsid w:val="00121B8A"/>
    <w:rsid w:val="00150D7E"/>
    <w:rsid w:val="00167DCC"/>
    <w:rsid w:val="00173417"/>
    <w:rsid w:val="001A2FAD"/>
    <w:rsid w:val="001D0288"/>
    <w:rsid w:val="001D5C00"/>
    <w:rsid w:val="002018D5"/>
    <w:rsid w:val="00215061"/>
    <w:rsid w:val="00217E11"/>
    <w:rsid w:val="002957AB"/>
    <w:rsid w:val="003165A8"/>
    <w:rsid w:val="00324A5E"/>
    <w:rsid w:val="00397803"/>
    <w:rsid w:val="004129CB"/>
    <w:rsid w:val="00434825"/>
    <w:rsid w:val="004434A9"/>
    <w:rsid w:val="00445064"/>
    <w:rsid w:val="00467355"/>
    <w:rsid w:val="004704C5"/>
    <w:rsid w:val="004E070D"/>
    <w:rsid w:val="00521783"/>
    <w:rsid w:val="0055252E"/>
    <w:rsid w:val="006040D3"/>
    <w:rsid w:val="0060654D"/>
    <w:rsid w:val="006833FC"/>
    <w:rsid w:val="00691359"/>
    <w:rsid w:val="006E5329"/>
    <w:rsid w:val="006F7BD1"/>
    <w:rsid w:val="007064BA"/>
    <w:rsid w:val="007524A3"/>
    <w:rsid w:val="0076078E"/>
    <w:rsid w:val="00770B9D"/>
    <w:rsid w:val="00771188"/>
    <w:rsid w:val="007A798B"/>
    <w:rsid w:val="007D4350"/>
    <w:rsid w:val="007F17AE"/>
    <w:rsid w:val="00815995"/>
    <w:rsid w:val="00821C80"/>
    <w:rsid w:val="008444CA"/>
    <w:rsid w:val="00861259"/>
    <w:rsid w:val="00861D36"/>
    <w:rsid w:val="00873399"/>
    <w:rsid w:val="009108A4"/>
    <w:rsid w:val="009160CE"/>
    <w:rsid w:val="00936CFB"/>
    <w:rsid w:val="009731AC"/>
    <w:rsid w:val="0097717A"/>
    <w:rsid w:val="00980415"/>
    <w:rsid w:val="009864DF"/>
    <w:rsid w:val="009C437A"/>
    <w:rsid w:val="00A01ABF"/>
    <w:rsid w:val="00A03E57"/>
    <w:rsid w:val="00A8618D"/>
    <w:rsid w:val="00A934D4"/>
    <w:rsid w:val="00AA0A5E"/>
    <w:rsid w:val="00AA1C7C"/>
    <w:rsid w:val="00AA594F"/>
    <w:rsid w:val="00AA5EEE"/>
    <w:rsid w:val="00AC40AF"/>
    <w:rsid w:val="00AC4ECB"/>
    <w:rsid w:val="00AC62B6"/>
    <w:rsid w:val="00AE3F9F"/>
    <w:rsid w:val="00B105F9"/>
    <w:rsid w:val="00B11EA3"/>
    <w:rsid w:val="00B41A5F"/>
    <w:rsid w:val="00B551AF"/>
    <w:rsid w:val="00B8180B"/>
    <w:rsid w:val="00BA4A89"/>
    <w:rsid w:val="00BD6188"/>
    <w:rsid w:val="00BE7339"/>
    <w:rsid w:val="00BF160F"/>
    <w:rsid w:val="00C4142B"/>
    <w:rsid w:val="00C97A27"/>
    <w:rsid w:val="00CA5E56"/>
    <w:rsid w:val="00CA7B0B"/>
    <w:rsid w:val="00CC010D"/>
    <w:rsid w:val="00CC678A"/>
    <w:rsid w:val="00D52F5E"/>
    <w:rsid w:val="00D66A0C"/>
    <w:rsid w:val="00D92142"/>
    <w:rsid w:val="00DE6715"/>
    <w:rsid w:val="00E1538B"/>
    <w:rsid w:val="00E819CF"/>
    <w:rsid w:val="00E938D8"/>
    <w:rsid w:val="00EF69C4"/>
    <w:rsid w:val="00F13EB5"/>
    <w:rsid w:val="00F2651C"/>
    <w:rsid w:val="00F34C7F"/>
    <w:rsid w:val="00F83B51"/>
    <w:rsid w:val="00F94D91"/>
    <w:rsid w:val="00FF11B3"/>
    <w:rsid w:val="00FF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AD06F4"/>
  <w15:chartTrackingRefBased/>
  <w15:docId w15:val="{22EBC08F-5333-46C7-B5E8-0E354D530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  <w:style w:type="table" w:styleId="Tabela-Siatka">
    <w:name w:val="Table Grid"/>
    <w:basedOn w:val="Standardowy"/>
    <w:rsid w:val="00BD6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2651C"/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locked/>
    <w:rsid w:val="00AA0A5E"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AA0A5E"/>
    <w:pPr>
      <w:spacing w:line="276" w:lineRule="auto"/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29A55-48F8-4303-BEA9-2E92134A4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41</TotalTime>
  <Pages>1</Pages>
  <Words>839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AMMK</dc:creator>
  <cp:keywords/>
  <cp:lastModifiedBy>Krzysztof Grudziński</cp:lastModifiedBy>
  <cp:revision>20</cp:revision>
  <cp:lastPrinted>2026-02-05T19:56:00Z</cp:lastPrinted>
  <dcterms:created xsi:type="dcterms:W3CDTF">2024-10-06T10:06:00Z</dcterms:created>
  <dcterms:modified xsi:type="dcterms:W3CDTF">2026-02-05T19:57:00Z</dcterms:modified>
</cp:coreProperties>
</file>